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AC4D8" w14:textId="77777777" w:rsidR="004415AB" w:rsidRDefault="004415AB">
      <w:pPr>
        <w:jc w:val="center"/>
        <w:rPr>
          <w:rFonts w:ascii="Arial" w:hAnsi="Arial" w:cs="Arial"/>
          <w:b/>
          <w:sz w:val="28"/>
          <w:szCs w:val="28"/>
        </w:rPr>
      </w:pPr>
    </w:p>
    <w:p w14:paraId="62AE65CA" w14:textId="77777777" w:rsidR="004415AB" w:rsidRDefault="002621DB">
      <w:pPr>
        <w:tabs>
          <w:tab w:val="left" w:pos="6737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14:paraId="5783CF9F" w14:textId="77777777" w:rsidR="004415AB" w:rsidRDefault="004415AB">
      <w:pPr>
        <w:jc w:val="center"/>
        <w:rPr>
          <w:rFonts w:ascii="Arial" w:hAnsi="Arial" w:cs="Arial"/>
          <w:b/>
          <w:sz w:val="28"/>
          <w:szCs w:val="28"/>
        </w:rPr>
      </w:pPr>
    </w:p>
    <w:p w14:paraId="76C0ED69" w14:textId="77777777" w:rsidR="004415AB" w:rsidRDefault="004415AB">
      <w:pPr>
        <w:jc w:val="center"/>
        <w:rPr>
          <w:rFonts w:ascii="Arial" w:hAnsi="Arial" w:cs="Arial"/>
          <w:b/>
          <w:sz w:val="28"/>
          <w:szCs w:val="28"/>
        </w:rPr>
      </w:pPr>
    </w:p>
    <w:p w14:paraId="6260CF80" w14:textId="77777777" w:rsidR="004415AB" w:rsidRDefault="004415AB">
      <w:pPr>
        <w:jc w:val="center"/>
        <w:rPr>
          <w:rFonts w:ascii="Arial" w:hAnsi="Arial" w:cs="Arial"/>
          <w:b/>
          <w:sz w:val="28"/>
          <w:szCs w:val="28"/>
        </w:rPr>
      </w:pPr>
    </w:p>
    <w:p w14:paraId="3705532B" w14:textId="22F35C45" w:rsidR="004415AB" w:rsidRDefault="002621D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Seznam významných </w:t>
      </w:r>
      <w:r w:rsidRPr="005955DC">
        <w:rPr>
          <w:rFonts w:ascii="Arial" w:hAnsi="Arial" w:cs="Arial"/>
          <w:b/>
          <w:sz w:val="28"/>
          <w:szCs w:val="28"/>
        </w:rPr>
        <w:t>dodávek</w:t>
      </w:r>
    </w:p>
    <w:p w14:paraId="62546126" w14:textId="77777777" w:rsidR="004415AB" w:rsidRDefault="004415AB"/>
    <w:p w14:paraId="5A1FE869" w14:textId="77777777" w:rsidR="004415AB" w:rsidRDefault="004415AB"/>
    <w:tbl>
      <w:tblPr>
        <w:tblStyle w:val="Mkatabulky"/>
        <w:tblpPr w:leftFromText="141" w:rightFromText="141" w:vertAnchor="text" w:horzAnchor="margin" w:tblpXSpec="center" w:tblpY="-38"/>
        <w:tblW w:w="1569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365"/>
        <w:gridCol w:w="2835"/>
        <w:gridCol w:w="2835"/>
        <w:gridCol w:w="2835"/>
        <w:gridCol w:w="2835"/>
        <w:gridCol w:w="1985"/>
      </w:tblGrid>
      <w:tr w:rsidR="004415AB" w14:paraId="52A6B22A" w14:textId="77777777">
        <w:trPr>
          <w:trHeight w:val="364"/>
        </w:trPr>
        <w:tc>
          <w:tcPr>
            <w:tcW w:w="2365" w:type="dxa"/>
            <w:vAlign w:val="center"/>
          </w:tcPr>
          <w:p w14:paraId="1523FCC8" w14:textId="77777777" w:rsidR="004415AB" w:rsidRDefault="004415A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A54911" w14:textId="77777777" w:rsidR="004415AB" w:rsidRDefault="002621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</w:p>
          <w:p w14:paraId="7FF0E4CB" w14:textId="77777777" w:rsidR="004415AB" w:rsidRDefault="004415A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325" w:type="dxa"/>
            <w:gridSpan w:val="5"/>
            <w:vAlign w:val="center"/>
          </w:tcPr>
          <w:p w14:paraId="578634DC" w14:textId="6F2ED487" w:rsidR="004415AB" w:rsidRPr="000B63CD" w:rsidRDefault="009821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Kardiotokografické systémy</w:t>
            </w:r>
            <w:r w:rsidR="005779C2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 – část č.: (</w:t>
            </w:r>
            <w:r w:rsidR="005779C2" w:rsidRPr="00CD0C7A">
              <w:rPr>
                <w:rFonts w:cs="Arial"/>
                <w:b/>
                <w:color w:val="000000" w:themeColor="text1"/>
                <w:sz w:val="20"/>
                <w:szCs w:val="20"/>
                <w:highlight w:val="yellow"/>
              </w:rPr>
              <w:t>doplní dodavatel)</w:t>
            </w:r>
          </w:p>
        </w:tc>
      </w:tr>
      <w:tr w:rsidR="004415AB" w14:paraId="498AE306" w14:textId="77777777">
        <w:trPr>
          <w:trHeight w:val="670"/>
        </w:trPr>
        <w:tc>
          <w:tcPr>
            <w:tcW w:w="2365" w:type="dxa"/>
            <w:vAlign w:val="center"/>
          </w:tcPr>
          <w:p w14:paraId="600DD1B8" w14:textId="77777777" w:rsidR="004415AB" w:rsidRDefault="002621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Zadavatel:</w:t>
            </w:r>
          </w:p>
        </w:tc>
        <w:tc>
          <w:tcPr>
            <w:tcW w:w="13325" w:type="dxa"/>
            <w:gridSpan w:val="5"/>
            <w:vAlign w:val="center"/>
          </w:tcPr>
          <w:p w14:paraId="0D335F3B" w14:textId="77777777" w:rsidR="004415AB" w:rsidRDefault="002621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Krajská zdravotní, a.s.</w:t>
            </w:r>
          </w:p>
          <w:p w14:paraId="06D916AE" w14:textId="77777777" w:rsidR="004415AB" w:rsidRDefault="002621D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 sídlem Ústí nad Labem, Sociální péče 3316/12A, PSČ 401 13, </w:t>
            </w:r>
          </w:p>
          <w:p w14:paraId="5147C62F" w14:textId="77777777" w:rsidR="004415AB" w:rsidRDefault="002621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společnost zapsaná v obchodním rejstříku vedeném Krajským soudem v Ústí nad Labem pod spisovou značkou B 1550, IČO: 254 88 627</w:t>
            </w:r>
          </w:p>
        </w:tc>
      </w:tr>
      <w:tr w:rsidR="004415AB" w14:paraId="4E9F85C4" w14:textId="77777777">
        <w:trPr>
          <w:trHeight w:val="670"/>
        </w:trPr>
        <w:tc>
          <w:tcPr>
            <w:tcW w:w="2365" w:type="dxa"/>
            <w:vAlign w:val="center"/>
          </w:tcPr>
          <w:p w14:paraId="703430DF" w14:textId="77777777" w:rsidR="004415AB" w:rsidRDefault="002621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Účastník nebo poddodavatel:</w:t>
            </w:r>
          </w:p>
        </w:tc>
        <w:tc>
          <w:tcPr>
            <w:tcW w:w="13325" w:type="dxa"/>
            <w:gridSpan w:val="5"/>
            <w:vAlign w:val="center"/>
          </w:tcPr>
          <w:p w14:paraId="1D43D718" w14:textId="77777777" w:rsidR="004415AB" w:rsidRDefault="002621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název, adresa, IČO</w:t>
            </w:r>
          </w:p>
        </w:tc>
      </w:tr>
      <w:tr w:rsidR="004415AB" w14:paraId="728B1497" w14:textId="77777777">
        <w:trPr>
          <w:trHeight w:hRule="exact" w:val="624"/>
        </w:trPr>
        <w:tc>
          <w:tcPr>
            <w:tcW w:w="2365" w:type="dxa"/>
            <w:shd w:val="clear" w:color="auto" w:fill="CCEDFF" w:themeFill="text2" w:themeFillTint="33"/>
            <w:vAlign w:val="center"/>
          </w:tcPr>
          <w:p w14:paraId="58DB8612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Název objednatele</w:t>
            </w:r>
          </w:p>
          <w:p w14:paraId="78B34085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(adresa, IČO)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 w14:paraId="0FBF224F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Termín realizace </w:t>
            </w:r>
          </w:p>
          <w:p w14:paraId="3293EB12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(datum, popř. časové rozmezí od / do*)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 w14:paraId="6FADD81E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Popis předmětu plnění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 w14:paraId="7B48FB25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Místo předmětu plnění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 w14:paraId="39D7AB36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Kontaktní osoba objednatele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1CFF855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(jméno, pozice, kontakt)</w:t>
            </w:r>
          </w:p>
        </w:tc>
        <w:tc>
          <w:tcPr>
            <w:tcW w:w="1985" w:type="dxa"/>
            <w:shd w:val="clear" w:color="auto" w:fill="CCEDFF" w:themeFill="text2" w:themeFillTint="33"/>
            <w:vAlign w:val="center"/>
          </w:tcPr>
          <w:p w14:paraId="427693D2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Hodnota zakázky </w:t>
            </w:r>
          </w:p>
          <w:p w14:paraId="5A11A8F1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(v Kč bez DPH)</w:t>
            </w:r>
          </w:p>
        </w:tc>
      </w:tr>
      <w:tr w:rsidR="004415AB" w14:paraId="650A6FA2" w14:textId="77777777">
        <w:trPr>
          <w:trHeight w:val="641"/>
        </w:trPr>
        <w:tc>
          <w:tcPr>
            <w:tcW w:w="2365" w:type="dxa"/>
            <w:vAlign w:val="center"/>
          </w:tcPr>
          <w:p w14:paraId="5CA1EC66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F6F586" w14:textId="77777777" w:rsidR="004415AB" w:rsidRDefault="004415AB">
            <w:pPr>
              <w:tabs>
                <w:tab w:val="left" w:pos="1339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F35E1CE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51248AA7" w14:textId="77777777" w:rsidR="004415AB" w:rsidRDefault="004415AB">
            <w:pPr>
              <w:tabs>
                <w:tab w:val="left" w:pos="2167"/>
              </w:tabs>
              <w:ind w:left="3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1E81B63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406F5BF6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B27D2A6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1C8F277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15AB" w14:paraId="4D350E81" w14:textId="77777777">
        <w:trPr>
          <w:trHeight w:val="641"/>
        </w:trPr>
        <w:tc>
          <w:tcPr>
            <w:tcW w:w="2365" w:type="dxa"/>
            <w:vAlign w:val="center"/>
          </w:tcPr>
          <w:p w14:paraId="5C6980BA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7C487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F508D2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6B604956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67EA5B8E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24C7456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BBE7310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450DCD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15AB" w14:paraId="55D1CBD0" w14:textId="77777777">
        <w:trPr>
          <w:trHeight w:val="641"/>
        </w:trPr>
        <w:tc>
          <w:tcPr>
            <w:tcW w:w="2365" w:type="dxa"/>
            <w:vAlign w:val="center"/>
          </w:tcPr>
          <w:p w14:paraId="077A4202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4303B7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F27E23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1ADDEBE5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4EAF683D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3A3EC0E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147B487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897E24F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84BF9B" w14:textId="77777777" w:rsidR="004415AB" w:rsidRDefault="002621DB">
      <w:pPr>
        <w:ind w:left="-56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V případě rámcové dohody uvést o jaké rozhodné období se jedná</w:t>
      </w:r>
    </w:p>
    <w:p w14:paraId="3BB77D5E" w14:textId="77777777" w:rsidR="004415AB" w:rsidRDefault="004415AB">
      <w:pPr>
        <w:rPr>
          <w:rFonts w:ascii="Arial" w:hAnsi="Arial" w:cs="Arial"/>
          <w:sz w:val="20"/>
          <w:szCs w:val="20"/>
        </w:rPr>
      </w:pPr>
    </w:p>
    <w:p w14:paraId="095153E5" w14:textId="77777777" w:rsidR="004415AB" w:rsidRDefault="004415AB">
      <w:pPr>
        <w:rPr>
          <w:rFonts w:ascii="Arial" w:hAnsi="Arial" w:cs="Arial"/>
          <w:sz w:val="20"/>
          <w:szCs w:val="20"/>
        </w:rPr>
      </w:pPr>
    </w:p>
    <w:p w14:paraId="100C3C61" w14:textId="77777777" w:rsidR="004415AB" w:rsidRDefault="002621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……………………..……… dne ………………</w:t>
      </w:r>
    </w:p>
    <w:p w14:paraId="407513F4" w14:textId="77777777" w:rsidR="004415AB" w:rsidRDefault="002621D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……………………………………………………….</w:t>
      </w:r>
    </w:p>
    <w:p w14:paraId="668B52C0" w14:textId="77777777" w:rsidR="004415AB" w:rsidRDefault="002621DB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highlight w:val="yellow"/>
        </w:rPr>
        <w:t>Jméno, podpis</w:t>
      </w:r>
    </w:p>
    <w:p w14:paraId="09F28B29" w14:textId="77777777" w:rsidR="004415AB" w:rsidRDefault="002621DB">
      <w:pPr>
        <w:jc w:val="right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Tento seznam referencí podepisuji jako </w:t>
      </w:r>
      <w:r>
        <w:rPr>
          <w:rFonts w:ascii="Arial" w:hAnsi="Arial" w:cs="Arial"/>
          <w:iCs/>
          <w:sz w:val="18"/>
          <w:szCs w:val="18"/>
        </w:rPr>
        <w:t>osoba oprávněná jednat za účastníka.</w:t>
      </w:r>
    </w:p>
    <w:sectPr w:rsidR="004415AB">
      <w:headerReference w:type="default" r:id="rId7"/>
      <w:footerReference w:type="default" r:id="rId8"/>
      <w:pgSz w:w="16838" w:h="11906" w:orient="landscape" w:code="9"/>
      <w:pgMar w:top="567" w:right="1103" w:bottom="567" w:left="1134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F3A18" w14:textId="77777777" w:rsidR="0063160D" w:rsidRDefault="0063160D">
      <w:r>
        <w:separator/>
      </w:r>
    </w:p>
  </w:endnote>
  <w:endnote w:type="continuationSeparator" w:id="0">
    <w:p w14:paraId="5C3F2C61" w14:textId="77777777" w:rsidR="0063160D" w:rsidRDefault="00631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D294F" w14:textId="3EDDADC1" w:rsidR="004415AB" w:rsidRDefault="004415AB"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</w:p>
  <w:p w14:paraId="26C001DB" w14:textId="77777777" w:rsidR="00535B51" w:rsidRDefault="00535B51" w:rsidP="00535B51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F13EB7A" wp14:editId="2A3D74A6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CA4B50" w14:textId="77777777" w:rsidR="00535B51" w:rsidRPr="00240FFA" w:rsidRDefault="00535B51" w:rsidP="00535B51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64B816E0" w14:textId="77777777" w:rsidR="00535B51" w:rsidRPr="00240FFA" w:rsidRDefault="00535B51" w:rsidP="00535B51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05526EEA" w14:textId="77777777" w:rsidR="00535B51" w:rsidRPr="00240FFA" w:rsidRDefault="00535B51" w:rsidP="00535B51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13EB7A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4DCA4B50" w14:textId="77777777" w:rsidR="00535B51" w:rsidRPr="00240FFA" w:rsidRDefault="00535B51" w:rsidP="00535B51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64B816E0" w14:textId="77777777" w:rsidR="00535B51" w:rsidRPr="00240FFA" w:rsidRDefault="00535B51" w:rsidP="00535B51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05526EEA" w14:textId="77777777" w:rsidR="00535B51" w:rsidRPr="00240FFA" w:rsidRDefault="00535B51" w:rsidP="00535B51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2B0C92B" wp14:editId="23222754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033748C" id="Přímá spojnice 163370552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" strokecolor="#00a7ff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04B7789" wp14:editId="1A35C18D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2733C0" w14:textId="77777777" w:rsidR="00535B51" w:rsidRPr="00AB233A" w:rsidRDefault="00535B51" w:rsidP="00535B51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 w:rsidRPr="00AB233A">
                            <w:rPr>
                              <w:szCs w:val="16"/>
                            </w:rPr>
                            <w:t xml:space="preserve">Krajská zdravotní, a.s. </w:t>
                          </w:r>
                        </w:p>
                        <w:p w14:paraId="19F91116" w14:textId="77777777" w:rsidR="00535B51" w:rsidRDefault="00535B51" w:rsidP="00535B51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>Sociální péče 3316/12A</w:t>
                          </w:r>
                        </w:p>
                        <w:p w14:paraId="031145A6" w14:textId="1AF6EAD7" w:rsidR="00535B51" w:rsidRPr="00AB233A" w:rsidRDefault="00535B51" w:rsidP="00535B51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>401 13 Ústí n</w:t>
                          </w:r>
                          <w:r w:rsidR="005779C2">
                            <w:rPr>
                              <w:szCs w:val="16"/>
                            </w:rPr>
                            <w:t>a</w:t>
                          </w:r>
                          <w:r>
                            <w:rPr>
                              <w:szCs w:val="16"/>
                            </w:rPr>
                            <w:t>d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04B778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left:0;text-align:left;margin-left:-11.25pt;margin-top:-19.15pt;width:193.9pt;height:48.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2B2733C0" w14:textId="77777777" w:rsidR="00535B51" w:rsidRPr="00AB233A" w:rsidRDefault="00535B51" w:rsidP="00535B51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19F91116" w14:textId="77777777" w:rsidR="00535B51" w:rsidRDefault="00535B51" w:rsidP="00535B51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031145A6" w14:textId="1AF6EAD7" w:rsidR="00535B51" w:rsidRPr="00AB233A" w:rsidRDefault="00535B51" w:rsidP="00535B51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n</w:t>
                    </w:r>
                    <w:r w:rsidR="005779C2">
                      <w:rPr>
                        <w:szCs w:val="16"/>
                      </w:rPr>
                      <w:t>a</w:t>
                    </w:r>
                    <w:r>
                      <w:rPr>
                        <w:szCs w:val="16"/>
                      </w:rPr>
                      <w:t>d</w:t>
                    </w:r>
                    <w:proofErr w:type="spellEnd"/>
                    <w:r>
                      <w:rPr>
                        <w:szCs w:val="16"/>
                      </w:rPr>
                      <w:t xml:space="preserve"> Labem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B4EFE97" wp14:editId="40899B75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180A5C" w14:textId="77777777" w:rsidR="00535B51" w:rsidRPr="00240FFA" w:rsidRDefault="00535B51" w:rsidP="00535B5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>
                            <w:t>111</w:t>
                          </w:r>
                          <w:r w:rsidRPr="00240FFA">
                            <w:t xml:space="preserve"> </w:t>
                          </w:r>
                          <w:r>
                            <w:t>111</w:t>
                          </w:r>
                        </w:p>
                        <w:p w14:paraId="6B523513" w14:textId="77777777" w:rsidR="00535B51" w:rsidRPr="00240FFA" w:rsidRDefault="00535B51" w:rsidP="00535B51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4BCB08F2" w14:textId="77777777" w:rsidR="00535B51" w:rsidRPr="00240FFA" w:rsidRDefault="00535B51" w:rsidP="00535B51">
                          <w:pPr>
                            <w:pStyle w:val="textzapati"/>
                          </w:pPr>
                          <w:r>
                            <w:t xml:space="preserve">č.ú.: </w:t>
                          </w:r>
                          <w:r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B4EFE97" id="Textové pole 976648098" o:spid="_x0000_s1028" type="#_x0000_t202" style="position:absolute;left:0;text-align:left;margin-left:194pt;margin-top:-19pt;width:97.9pt;height:51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2E180A5C" w14:textId="77777777" w:rsidR="00535B51" w:rsidRPr="00240FFA" w:rsidRDefault="00535B51" w:rsidP="00535B5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>
                      <w:t>111</w:t>
                    </w:r>
                    <w:r w:rsidRPr="00240FFA">
                      <w:t xml:space="preserve"> </w:t>
                    </w:r>
                    <w:r>
                      <w:t>111</w:t>
                    </w:r>
                  </w:p>
                  <w:p w14:paraId="6B523513" w14:textId="77777777" w:rsidR="00535B51" w:rsidRPr="00240FFA" w:rsidRDefault="00535B51" w:rsidP="00535B51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4BCB08F2" w14:textId="77777777" w:rsidR="00535B51" w:rsidRPr="00240FFA" w:rsidRDefault="00535B51" w:rsidP="00535B51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A1D9E9C" wp14:editId="5D5AAEF8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909CFD" id="Přímá spojnice 120716088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" strokecolor="#00a7ff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1" locked="0" layoutInCell="1" allowOverlap="1" wp14:anchorId="7AF75A4C" wp14:editId="7E501FA0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A6AE6A" w14:textId="77777777" w:rsidR="004415AB" w:rsidRDefault="004415AB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14:paraId="187DF5DF" w14:textId="77777777" w:rsidR="004415AB" w:rsidRDefault="004415AB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B130D" w14:textId="77777777" w:rsidR="0063160D" w:rsidRDefault="0063160D">
      <w:r>
        <w:separator/>
      </w:r>
    </w:p>
  </w:footnote>
  <w:footnote w:type="continuationSeparator" w:id="0">
    <w:p w14:paraId="08F917ED" w14:textId="77777777" w:rsidR="0063160D" w:rsidRDefault="00631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E5B8E" w14:textId="77777777" w:rsidR="00535B51" w:rsidRDefault="00535B51" w:rsidP="00535B51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60288" behindDoc="1" locked="0" layoutInCell="1" allowOverlap="1" wp14:anchorId="4E2B28B5" wp14:editId="68C58497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1358D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7C70B7" wp14:editId="4CFD10D8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3D556C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" strokecolor="#00a7ff" strokeweight=".4pt">
              <v:stroke joinstyle="miter"/>
              <w10:wrap anchory="page"/>
            </v:line>
          </w:pict>
        </mc:Fallback>
      </mc:AlternateContent>
    </w:r>
  </w:p>
  <w:p w14:paraId="12906065" w14:textId="330EC4BD" w:rsidR="004415AB" w:rsidRDefault="004415AB">
    <w:pPr>
      <w:pStyle w:val="Zhlav"/>
      <w:jc w:val="right"/>
      <w:rPr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5AB"/>
    <w:rsid w:val="000B63CD"/>
    <w:rsid w:val="00196711"/>
    <w:rsid w:val="00247A5A"/>
    <w:rsid w:val="002621DB"/>
    <w:rsid w:val="002C04F9"/>
    <w:rsid w:val="002F55D8"/>
    <w:rsid w:val="004415AB"/>
    <w:rsid w:val="004801A5"/>
    <w:rsid w:val="004D2E5B"/>
    <w:rsid w:val="00535B51"/>
    <w:rsid w:val="005779C2"/>
    <w:rsid w:val="005955DC"/>
    <w:rsid w:val="0063160D"/>
    <w:rsid w:val="006800D0"/>
    <w:rsid w:val="0068427F"/>
    <w:rsid w:val="00692882"/>
    <w:rsid w:val="006D6ED2"/>
    <w:rsid w:val="008622DB"/>
    <w:rsid w:val="008B0F6B"/>
    <w:rsid w:val="00982139"/>
    <w:rsid w:val="009D7892"/>
    <w:rsid w:val="00A40070"/>
    <w:rsid w:val="00B819AD"/>
    <w:rsid w:val="00BD04FF"/>
    <w:rsid w:val="00BE68D6"/>
    <w:rsid w:val="00C152F7"/>
    <w:rsid w:val="00C500E4"/>
    <w:rsid w:val="00CC6A4B"/>
    <w:rsid w:val="00D743B6"/>
    <w:rsid w:val="00DB52F5"/>
    <w:rsid w:val="00E872F6"/>
    <w:rsid w:val="00F67773"/>
    <w:rsid w:val="00FA3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144A32"/>
  <w15:chartTrackingRefBased/>
  <w15:docId w15:val="{FF636057-6890-4AE1-AD06-D38C2D36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00A7F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rFonts w:ascii="Arial" w:hAnsi="Arial"/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ZhlavChar">
    <w:name w:val="Záhlaví Char"/>
    <w:basedOn w:val="Standardnpsmoodstavce"/>
    <w:link w:val="Zhlav"/>
    <w:uiPriority w:val="99"/>
    <w:qFormat/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Arial" w:hAnsi="Arial"/>
      <w:szCs w:val="24"/>
    </w:rPr>
  </w:style>
  <w:style w:type="table" w:styleId="Mkatabulky">
    <w:name w:val="Table Grid"/>
    <w:basedOn w:val="Normlntabulka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zapati">
    <w:name w:val="text zapati"/>
    <w:basedOn w:val="Normln"/>
    <w:next w:val="Normln"/>
    <w:link w:val="textzapatiChar"/>
    <w:qFormat/>
    <w:rsid w:val="00535B51"/>
    <w:pPr>
      <w:spacing w:line="360" w:lineRule="auto"/>
    </w:pPr>
    <w:rPr>
      <w:rFonts w:ascii="Arial" w:eastAsiaTheme="minorHAnsi" w:hAnsi="Arial" w:cs="David"/>
      <w:color w:val="000000"/>
      <w:sz w:val="16"/>
      <w:szCs w:val="22"/>
      <w:lang w:val="en-US" w:eastAsia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535B51"/>
    <w:rPr>
      <w:rFonts w:ascii="Arial" w:eastAsiaTheme="minorHAnsi" w:hAnsi="Arial" w:cs="David"/>
      <w:color w:val="000000"/>
      <w:sz w:val="16"/>
      <w:szCs w:val="22"/>
      <w:lang w:val="en-US" w:eastAsia="en-US"/>
      <w14:ligatures w14:val="standardContextual"/>
      <w14:numForm w14:val="lining"/>
      <w14:numSpacing w14:val="tabul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CE298-B35F-45BD-9950-E46987CA5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20</TotalTime>
  <Pages>1</Pages>
  <Words>122</Words>
  <Characters>723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Chladová Radka</cp:lastModifiedBy>
  <cp:revision>24</cp:revision>
  <dcterms:created xsi:type="dcterms:W3CDTF">2023-08-09T08:14:00Z</dcterms:created>
  <dcterms:modified xsi:type="dcterms:W3CDTF">2025-07-15T07:31:00Z</dcterms:modified>
</cp:coreProperties>
</file>